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111761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FB03191" w14:textId="77777777" w:rsidTr="00CA2922">
        <w:trPr>
          <w:tblHeader/>
        </w:trPr>
        <w:tc>
          <w:tcPr>
            <w:tcW w:w="2689" w:type="dxa"/>
          </w:tcPr>
          <w:p w14:paraId="1CBAA61A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F83005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6F254B" w14:paraId="5F98FB75" w14:textId="77777777" w:rsidTr="00CA2922">
        <w:tc>
          <w:tcPr>
            <w:tcW w:w="2689" w:type="dxa"/>
          </w:tcPr>
          <w:p w14:paraId="456A511B" w14:textId="77777777" w:rsidR="006F254B" w:rsidRPr="00CC451E" w:rsidRDefault="006F254B" w:rsidP="006F254B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1AB652F3" w14:textId="6A5295A6" w:rsidR="006F254B" w:rsidRPr="00CC451E" w:rsidRDefault="006F254B" w:rsidP="006F254B">
            <w:pPr>
              <w:pStyle w:val="SIText"/>
            </w:pPr>
            <w:r w:rsidRPr="00CC451E">
              <w:t xml:space="preserve">This version released with </w:t>
            </w:r>
            <w:r w:rsidR="003C51E3" w:rsidRPr="003608F9">
              <w:t>FBP Food, Beverage and Pharmaceuticals Training Package version 1.0.</w:t>
            </w:r>
          </w:p>
        </w:tc>
      </w:tr>
    </w:tbl>
    <w:p w14:paraId="0AF3A6C7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456C4F" w14:textId="77777777" w:rsidTr="000D7BE6">
        <w:tc>
          <w:tcPr>
            <w:tcW w:w="1396" w:type="pct"/>
            <w:shd w:val="clear" w:color="auto" w:fill="auto"/>
          </w:tcPr>
          <w:p w14:paraId="4051C9A7" w14:textId="0B11F1D8" w:rsidR="00F1480E" w:rsidRPr="00923720" w:rsidRDefault="003C51E3" w:rsidP="00923720">
            <w:pPr>
              <w:pStyle w:val="SISSCODE"/>
            </w:pPr>
            <w:r w:rsidRPr="003C51E3">
              <w:t>FBPSS000003</w:t>
            </w:r>
          </w:p>
        </w:tc>
        <w:tc>
          <w:tcPr>
            <w:tcW w:w="3604" w:type="pct"/>
            <w:shd w:val="clear" w:color="auto" w:fill="auto"/>
          </w:tcPr>
          <w:p w14:paraId="1CB1EFB3" w14:textId="014C68A7" w:rsidR="00F1480E" w:rsidRPr="00923720" w:rsidRDefault="004268C4" w:rsidP="00A772D9">
            <w:pPr>
              <w:pStyle w:val="SISStitle"/>
            </w:pPr>
            <w:r>
              <w:t>Cake and pastry</w:t>
            </w:r>
            <w:r w:rsidR="006F254B">
              <w:t xml:space="preserve"> baking </w:t>
            </w:r>
            <w:r w:rsidR="00094E28">
              <w:t xml:space="preserve">for bread bakers </w:t>
            </w:r>
            <w:r w:rsidR="006F254B">
              <w:t>skill set</w:t>
            </w:r>
          </w:p>
        </w:tc>
      </w:tr>
      <w:tr w:rsidR="00A772D9" w:rsidRPr="00963A46" w14:paraId="778EDB85" w14:textId="77777777" w:rsidTr="000D7BE6">
        <w:tc>
          <w:tcPr>
            <w:tcW w:w="5000" w:type="pct"/>
            <w:gridSpan w:val="2"/>
            <w:shd w:val="clear" w:color="auto" w:fill="auto"/>
          </w:tcPr>
          <w:p w14:paraId="0F58FB14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63A4E2CA" w14:textId="256A7E5E" w:rsidR="00A772D9" w:rsidRDefault="00DB557A" w:rsidP="006F254B">
            <w:pPr>
              <w:pStyle w:val="SIText"/>
            </w:pPr>
            <w:r w:rsidRPr="00940100">
              <w:t xml:space="preserve">This </w:t>
            </w:r>
            <w:r>
              <w:t xml:space="preserve">skill set </w:t>
            </w:r>
            <w:r w:rsidR="00C06070">
              <w:t>addresses the skills required</w:t>
            </w:r>
            <w:r w:rsidR="006F254B">
              <w:t xml:space="preserve"> to provide </w:t>
            </w:r>
            <w:r w:rsidR="004268C4">
              <w:t xml:space="preserve">bread bakers </w:t>
            </w:r>
            <w:r w:rsidR="00D46529">
              <w:t xml:space="preserve">with the </w:t>
            </w:r>
            <w:r w:rsidR="006F254B">
              <w:t xml:space="preserve">knowledge and </w:t>
            </w:r>
            <w:r w:rsidR="00D46529">
              <w:t>skills</w:t>
            </w:r>
            <w:r w:rsidR="004268C4">
              <w:t xml:space="preserve"> to bake cake and pastry</w:t>
            </w:r>
            <w:r w:rsidR="00D46529">
              <w:t xml:space="preserve"> products</w:t>
            </w:r>
            <w:r w:rsidR="006F254B">
              <w:t>.</w:t>
            </w:r>
          </w:p>
          <w:p w14:paraId="479D45E2" w14:textId="77777777" w:rsidR="006F254B" w:rsidRPr="00856837" w:rsidRDefault="006F254B" w:rsidP="006F254B">
            <w:pPr>
              <w:pStyle w:val="SIText"/>
              <w:rPr>
                <w:color w:val="000000" w:themeColor="text1"/>
              </w:rPr>
            </w:pPr>
            <w:bookmarkStart w:id="0" w:name="_GoBack"/>
            <w:bookmarkEnd w:id="0"/>
          </w:p>
        </w:tc>
      </w:tr>
      <w:tr w:rsidR="00A772D9" w:rsidRPr="00963A46" w14:paraId="16994CD4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E887726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0D936A2" w14:textId="77777777" w:rsidR="003C51E3" w:rsidRDefault="003C51E3" w:rsidP="003C51E3">
            <w:pPr>
              <w:pStyle w:val="SIBulletList1"/>
            </w:pPr>
            <w:r w:rsidRPr="003C51E3">
              <w:t xml:space="preserve">FBPRBK3001 </w:t>
            </w:r>
            <w:r>
              <w:t>Produce laminated pastry products</w:t>
            </w:r>
          </w:p>
          <w:p w14:paraId="0811D52C" w14:textId="77777777" w:rsidR="003C51E3" w:rsidRDefault="003C51E3" w:rsidP="003C51E3">
            <w:pPr>
              <w:pStyle w:val="SIBulletList1"/>
            </w:pPr>
            <w:r w:rsidRPr="003C51E3">
              <w:t xml:space="preserve">FBPRBK3002 </w:t>
            </w:r>
            <w:r>
              <w:t>Produce non laminated pastry products</w:t>
            </w:r>
          </w:p>
          <w:p w14:paraId="2F2BB72D" w14:textId="77777777" w:rsidR="003C51E3" w:rsidRDefault="003C51E3" w:rsidP="003C51E3">
            <w:pPr>
              <w:pStyle w:val="SIBulletList1"/>
            </w:pPr>
            <w:r w:rsidRPr="003C51E3">
              <w:t xml:space="preserve">FBPRBK3008 </w:t>
            </w:r>
            <w:r>
              <w:t>Produce sponge cake products</w:t>
            </w:r>
          </w:p>
          <w:p w14:paraId="3B1F0A0C" w14:textId="77777777" w:rsidR="003C51E3" w:rsidRDefault="003C51E3" w:rsidP="003C51E3">
            <w:pPr>
              <w:pStyle w:val="SIBulletList1"/>
            </w:pPr>
            <w:r w:rsidRPr="003C51E3">
              <w:t xml:space="preserve">FBPRBK3009 </w:t>
            </w:r>
            <w:r>
              <w:t>Produce biscuit and cookie products</w:t>
            </w:r>
          </w:p>
          <w:p w14:paraId="30D139E3" w14:textId="77777777" w:rsidR="003C51E3" w:rsidRDefault="003C51E3" w:rsidP="003C51E3">
            <w:pPr>
              <w:pStyle w:val="SIBulletList1"/>
            </w:pPr>
            <w:r w:rsidRPr="003C51E3">
              <w:t xml:space="preserve">FBPRBK3010 </w:t>
            </w:r>
            <w:r>
              <w:t>Produce cake and pudding products</w:t>
            </w:r>
          </w:p>
          <w:p w14:paraId="65A696E6" w14:textId="77777777" w:rsidR="003C51E3" w:rsidRDefault="003C51E3" w:rsidP="003C51E3">
            <w:pPr>
              <w:pStyle w:val="SIBulletList1"/>
            </w:pPr>
            <w:r w:rsidRPr="003C51E3">
              <w:t xml:space="preserve">FBPRBK3018 </w:t>
            </w:r>
            <w:r>
              <w:t>Produce basic artisan products</w:t>
            </w:r>
          </w:p>
          <w:p w14:paraId="56946952" w14:textId="77777777" w:rsidR="006F254B" w:rsidRPr="008908DE" w:rsidRDefault="006F254B" w:rsidP="006F254B">
            <w:pPr>
              <w:shd w:val="clear" w:color="auto" w:fill="FFFFFF"/>
            </w:pPr>
          </w:p>
        </w:tc>
      </w:tr>
      <w:tr w:rsidR="00A772D9" w:rsidRPr="00963A46" w14:paraId="2F807DCE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122512EC" w14:textId="20A9EF20" w:rsidR="00A772D9" w:rsidRDefault="000B3412" w:rsidP="00DB557A">
            <w:pPr>
              <w:pStyle w:val="SITextHeading2"/>
            </w:pPr>
            <w:r>
              <w:t>Relationship to Qualification(s)</w:t>
            </w:r>
          </w:p>
          <w:p w14:paraId="28361A15" w14:textId="66F07A41" w:rsidR="006317B3" w:rsidRPr="00586E5B" w:rsidRDefault="006317B3" w:rsidP="006317B3">
            <w:pPr>
              <w:pStyle w:val="SIText"/>
            </w:pPr>
            <w:r w:rsidRPr="00586E5B">
              <w:t xml:space="preserve">These units of competency provide </w:t>
            </w:r>
            <w:r>
              <w:t xml:space="preserve">a pathway </w:t>
            </w:r>
            <w:r w:rsidR="00D46529">
              <w:t xml:space="preserve">for individuals who hold the </w:t>
            </w:r>
            <w:r w:rsidR="003C51E3" w:rsidRPr="003C51E3">
              <w:t xml:space="preserve">FBP30417 </w:t>
            </w:r>
            <w:r w:rsidR="005E7125">
              <w:t xml:space="preserve">Certificate III in </w:t>
            </w:r>
            <w:r w:rsidR="004268C4">
              <w:t>Bread Baking</w:t>
            </w:r>
            <w:r w:rsidR="007857C6">
              <w:t xml:space="preserve"> or equivalent</w:t>
            </w:r>
            <w:r w:rsidR="00D46529">
              <w:t>.</w:t>
            </w:r>
          </w:p>
          <w:p w14:paraId="294DFA1A" w14:textId="77777777" w:rsidR="00DB557A" w:rsidRDefault="00DB557A" w:rsidP="001F28F9">
            <w:pPr>
              <w:pStyle w:val="SIText"/>
            </w:pPr>
          </w:p>
        </w:tc>
      </w:tr>
      <w:tr w:rsidR="00E438C3" w:rsidRPr="00963A46" w14:paraId="06DAA563" w14:textId="77777777" w:rsidTr="000D7BE6">
        <w:trPr>
          <w:trHeight w:val="1270"/>
        </w:trPr>
        <w:tc>
          <w:tcPr>
            <w:tcW w:w="5000" w:type="pct"/>
            <w:gridSpan w:val="2"/>
            <w:shd w:val="clear" w:color="auto" w:fill="auto"/>
          </w:tcPr>
          <w:p w14:paraId="6F6710D0" w14:textId="77777777" w:rsidR="00DB557A" w:rsidRPr="0083005E" w:rsidRDefault="00DB557A" w:rsidP="00DB557A">
            <w:pPr>
              <w:pStyle w:val="SITextHeading2"/>
            </w:pPr>
            <w:r w:rsidRPr="0083005E">
              <w:t xml:space="preserve">Licensing/Regulatory Information </w:t>
            </w:r>
          </w:p>
          <w:p w14:paraId="33ACCB52" w14:textId="2E987C02" w:rsidR="002C6EBD" w:rsidRDefault="002C6EBD" w:rsidP="002C6EBD">
            <w:pPr>
              <w:pStyle w:val="SIText"/>
            </w:pPr>
            <w:r>
              <w:t xml:space="preserve">Food safety legislation applies to workers in this industry. Requirements vary between industry sectors and state/territory jurisdictions. Users of this skill set are advised to check with their food safety authority for specific requirements. </w:t>
            </w:r>
          </w:p>
          <w:p w14:paraId="5FFCF89E" w14:textId="6614DF6B" w:rsidR="00E438C3" w:rsidRDefault="00E438C3" w:rsidP="006F254B">
            <w:pPr>
              <w:pStyle w:val="SIText"/>
            </w:pPr>
          </w:p>
        </w:tc>
      </w:tr>
      <w:tr w:rsidR="005C7EA8" w:rsidRPr="00963A46" w14:paraId="6E92B06A" w14:textId="77777777" w:rsidTr="00DB557A">
        <w:trPr>
          <w:trHeight w:val="1258"/>
        </w:trPr>
        <w:tc>
          <w:tcPr>
            <w:tcW w:w="5000" w:type="pct"/>
            <w:gridSpan w:val="2"/>
            <w:shd w:val="clear" w:color="auto" w:fill="auto"/>
          </w:tcPr>
          <w:p w14:paraId="0D076E3B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711C87CD" w14:textId="657113C4" w:rsidR="00894FBB" w:rsidRPr="00894FBB" w:rsidRDefault="007857C6" w:rsidP="00DB557A">
            <w:pPr>
              <w:pStyle w:val="SIText"/>
            </w:pPr>
            <w:r>
              <w:t xml:space="preserve">This skill set targets experienced bread bakers who require the skills and </w:t>
            </w:r>
            <w:r w:rsidR="0087699E">
              <w:t xml:space="preserve">knowledge </w:t>
            </w:r>
            <w:r>
              <w:t>to bake cake and pastry products in a commercial baking environment.</w:t>
            </w:r>
          </w:p>
        </w:tc>
      </w:tr>
      <w:tr w:rsidR="00DB557A" w:rsidRPr="00963A46" w14:paraId="18746586" w14:textId="77777777" w:rsidTr="00DB557A">
        <w:trPr>
          <w:trHeight w:val="1258"/>
        </w:trPr>
        <w:tc>
          <w:tcPr>
            <w:tcW w:w="5000" w:type="pct"/>
            <w:gridSpan w:val="2"/>
            <w:shd w:val="clear" w:color="auto" w:fill="auto"/>
          </w:tcPr>
          <w:p w14:paraId="0C86D6E9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BEF5AA0" w14:textId="1A69CACF" w:rsidR="00DB557A" w:rsidRPr="0083005E" w:rsidRDefault="007857C6" w:rsidP="006F254B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3C51E3" w:rsidRPr="003608F9">
              <w:t xml:space="preserve">FBP Food, Beverage and Pharmaceuticals </w:t>
            </w:r>
            <w:r>
              <w:t>Training Package meet industry requirements for cake and pastry products in commercial bakeries.</w:t>
            </w:r>
          </w:p>
        </w:tc>
      </w:tr>
    </w:tbl>
    <w:p w14:paraId="44677E67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1DE27" w14:textId="77777777" w:rsidR="008D3707" w:rsidRDefault="008D3707" w:rsidP="00BF3F0A">
      <w:r>
        <w:separator/>
      </w:r>
    </w:p>
    <w:p w14:paraId="45843012" w14:textId="77777777" w:rsidR="008D3707" w:rsidRDefault="008D3707"/>
  </w:endnote>
  <w:endnote w:type="continuationSeparator" w:id="0">
    <w:p w14:paraId="3A9AA8B9" w14:textId="77777777" w:rsidR="008D3707" w:rsidRDefault="008D3707" w:rsidP="00BF3F0A">
      <w:r>
        <w:continuationSeparator/>
      </w:r>
    </w:p>
    <w:p w14:paraId="5A478790" w14:textId="77777777" w:rsidR="008D3707" w:rsidRDefault="008D37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832660" w14:textId="204DBD27" w:rsidR="00D810DE" w:rsidRPr="00DB557A" w:rsidRDefault="00D810DE" w:rsidP="000D7BE6">
        <w:pPr>
          <w:tabs>
            <w:tab w:val="right" w:pos="9498"/>
          </w:tabs>
          <w:rPr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C06070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</w:sdtContent>
  </w:sdt>
  <w:p w14:paraId="5663F00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BEA80" w14:textId="77777777" w:rsidR="008D3707" w:rsidRDefault="008D3707" w:rsidP="00BF3F0A">
      <w:r>
        <w:separator/>
      </w:r>
    </w:p>
    <w:p w14:paraId="546006E4" w14:textId="77777777" w:rsidR="008D3707" w:rsidRDefault="008D3707"/>
  </w:footnote>
  <w:footnote w:type="continuationSeparator" w:id="0">
    <w:p w14:paraId="1620DF37" w14:textId="77777777" w:rsidR="008D3707" w:rsidRDefault="008D3707" w:rsidP="00BF3F0A">
      <w:r>
        <w:continuationSeparator/>
      </w:r>
    </w:p>
    <w:p w14:paraId="061FFDFA" w14:textId="77777777" w:rsidR="008D3707" w:rsidRDefault="008D37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E7BAB" w14:textId="76E7B2E1" w:rsidR="009C2650" w:rsidRDefault="003C51E3">
    <w:pPr>
      <w:pStyle w:val="Header"/>
    </w:pPr>
    <w:r w:rsidRPr="003C51E3">
      <w:t xml:space="preserve">FBPSS000003 </w:t>
    </w:r>
    <w:r w:rsidR="004268C4">
      <w:t>Cake and pastry</w:t>
    </w:r>
    <w:r w:rsidR="00D46529">
      <w:t xml:space="preserve"> baking </w:t>
    </w:r>
    <w:r w:rsidR="00094E28">
      <w:t xml:space="preserve">for bread bakers </w:t>
    </w:r>
    <w:r w:rsidR="006F254B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cwMDU2NTUzN7UwMzVR0lEKTi0uzszPAykwrAUAz4jA0ywAAAA="/>
  </w:docVars>
  <w:rsids>
    <w:rsidRoot w:val="006F254B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94E28"/>
    <w:rsid w:val="000A5441"/>
    <w:rsid w:val="000B3412"/>
    <w:rsid w:val="000C13F1"/>
    <w:rsid w:val="000D7BE6"/>
    <w:rsid w:val="000E2C86"/>
    <w:rsid w:val="000F29F2"/>
    <w:rsid w:val="00101659"/>
    <w:rsid w:val="0010746D"/>
    <w:rsid w:val="001078BF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8C6"/>
    <w:rsid w:val="00276DB8"/>
    <w:rsid w:val="00282664"/>
    <w:rsid w:val="00285FB8"/>
    <w:rsid w:val="002931C2"/>
    <w:rsid w:val="002A4CD3"/>
    <w:rsid w:val="002C55E9"/>
    <w:rsid w:val="002C6EBD"/>
    <w:rsid w:val="002D0C8B"/>
    <w:rsid w:val="002E193E"/>
    <w:rsid w:val="002E272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51E3"/>
    <w:rsid w:val="003D2E73"/>
    <w:rsid w:val="003E7BBE"/>
    <w:rsid w:val="004127E3"/>
    <w:rsid w:val="004268C4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708EB"/>
    <w:rsid w:val="00575BC6"/>
    <w:rsid w:val="00583902"/>
    <w:rsid w:val="005A3AA5"/>
    <w:rsid w:val="005A6C9C"/>
    <w:rsid w:val="005A74DC"/>
    <w:rsid w:val="005B5146"/>
    <w:rsid w:val="005C7EA8"/>
    <w:rsid w:val="005E7125"/>
    <w:rsid w:val="005F33CC"/>
    <w:rsid w:val="006121D4"/>
    <w:rsid w:val="00613B49"/>
    <w:rsid w:val="00620E8E"/>
    <w:rsid w:val="006317B3"/>
    <w:rsid w:val="00633CFE"/>
    <w:rsid w:val="00634FCA"/>
    <w:rsid w:val="006404B5"/>
    <w:rsid w:val="006438CF"/>
    <w:rsid w:val="006452B8"/>
    <w:rsid w:val="00647F01"/>
    <w:rsid w:val="00652E62"/>
    <w:rsid w:val="00687B62"/>
    <w:rsid w:val="00690C44"/>
    <w:rsid w:val="00695891"/>
    <w:rsid w:val="006969D9"/>
    <w:rsid w:val="006A1104"/>
    <w:rsid w:val="006A2B68"/>
    <w:rsid w:val="006C2F32"/>
    <w:rsid w:val="006D4448"/>
    <w:rsid w:val="006E2C4D"/>
    <w:rsid w:val="006F254B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57C6"/>
    <w:rsid w:val="007860B7"/>
    <w:rsid w:val="00786DC8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7699E"/>
    <w:rsid w:val="00883C6C"/>
    <w:rsid w:val="00886790"/>
    <w:rsid w:val="008908DE"/>
    <w:rsid w:val="00894ED3"/>
    <w:rsid w:val="00894FBB"/>
    <w:rsid w:val="008A12ED"/>
    <w:rsid w:val="008B2C77"/>
    <w:rsid w:val="008B4AD2"/>
    <w:rsid w:val="008C47BF"/>
    <w:rsid w:val="008D3707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76C6C"/>
    <w:rsid w:val="00A772D9"/>
    <w:rsid w:val="00A7771F"/>
    <w:rsid w:val="00A92DD1"/>
    <w:rsid w:val="00AA5338"/>
    <w:rsid w:val="00AB1B8E"/>
    <w:rsid w:val="00AB75C4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06070"/>
    <w:rsid w:val="00C143C3"/>
    <w:rsid w:val="00C1739B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6529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00ED8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C0469"/>
    <w:rsid w:val="00EF01F8"/>
    <w:rsid w:val="00EF40EF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2E2A9DB"/>
  <w15:docId w15:val="{FBB7D86C-17B0-42C0-B7BF-750048879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m3786026485898263907m7535013165610114734gmail-il">
    <w:name w:val="m_3786026485898263907m_7535013165610114734gmail-il"/>
    <w:basedOn w:val="DefaultParagraphFont"/>
    <w:rsid w:val="006F254B"/>
  </w:style>
  <w:style w:type="paragraph" w:styleId="NormalWeb">
    <w:name w:val="Normal (Web)"/>
    <w:basedOn w:val="Normal"/>
    <w:uiPriority w:val="99"/>
    <w:semiHidden/>
    <w:unhideWhenUsed/>
    <w:rsid w:val="002C6E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3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01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0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58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Oggi\Administration\templates\SI%20skillse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3601A24FCA44CB014AFD023C93985" ma:contentTypeVersion="4" ma:contentTypeDescription="Create a new document." ma:contentTypeScope="" ma:versionID="8f5373b59d062348a3d37a292506f684">
  <xsd:schema xmlns:xsd="http://www.w3.org/2001/XMLSchema" xmlns:xs="http://www.w3.org/2001/XMLSchema" xmlns:p="http://schemas.microsoft.com/office/2006/metadata/properties" xmlns:ns2="8f43c985-e3a9-4c8f-a179-af9a6f911d00" targetNamespace="http://schemas.microsoft.com/office/2006/metadata/properties" ma:root="true" ma:fieldsID="d64d08e092d15757ca12a15a7335b268" ns2:_="">
    <xsd:import namespace="8f43c985-e3a9-4c8f-a179-af9a6f911d00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43c985-e3a9-4c8f-a179-af9a6f911d00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8f43c985-e3a9-4c8f-a179-af9a6f911d00">
      <UserInfo>
        <DisplayName/>
        <AccountId xsi:nil="true"/>
        <AccountType/>
      </UserInfo>
    </Assigned_x0020_to0>
    <Project_x0020_phase xmlns="8f43c985-e3a9-4c8f-a179-af9a6f911d00">Edit and Equity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F4467-260B-49E4-945D-E4A494497E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43c985-e3a9-4c8f-a179-af9a6f911d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8f43c985-e3a9-4c8f-a179-af9a6f911d0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F25BCB-58D2-4C4B-AC64-A257E88D4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skillset_template</Template>
  <TotalTime>14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 Before using this template, delete this statement. If the unit release is post-Release 1, then indicate the nature of change in the uSI Unit_AR Template</vt:lpstr>
    </vt:vector>
  </TitlesOfParts>
  <Company>AgriFood Skills Australia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FBPSS000003 Cake and pastry baking for bread bakers skill set</dc:title>
  <dc:creator>Tina Berghella</dc:creator>
  <cp:lastModifiedBy>Tom Vassallo</cp:lastModifiedBy>
  <cp:revision>13</cp:revision>
  <cp:lastPrinted>2017-05-23T02:48:00Z</cp:lastPrinted>
  <dcterms:created xsi:type="dcterms:W3CDTF">2017-04-23T05:04:00Z</dcterms:created>
  <dcterms:modified xsi:type="dcterms:W3CDTF">2017-10-02T08:11:00Z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0x01010031E3601A24FCA44CB014AFD023C93985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